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6E9" w:rsidRDefault="005656E9" w:rsidP="00F32DAD">
      <w:pPr>
        <w:pStyle w:val="Header"/>
        <w:framePr w:h="4080" w:hRule="exact" w:hSpace="180" w:wrap="auto" w:vAnchor="text" w:hAnchor="page" w:x="2290" w:y="-3472"/>
        <w:tabs>
          <w:tab w:val="clear" w:pos="4677"/>
          <w:tab w:val="center" w:pos="4253"/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843E6">
        <w:rPr>
          <w:rFonts w:ascii="Times New Roman" w:hAnsi="Times New Roman" w:cs="Times New Roman"/>
          <w:sz w:val="28"/>
          <w:szCs w:val="28"/>
        </w:rPr>
        <w:t xml:space="preserve">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5656E9" w:rsidRPr="003843E6" w:rsidRDefault="005656E9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5656E9" w:rsidRPr="003843E6" w:rsidRDefault="005656E9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5656E9" w:rsidRPr="003843E6" w:rsidRDefault="005656E9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944CD5">
        <w:rPr>
          <w:rFonts w:ascii="Times New Roman" w:hAnsi="Times New Roman" w:cs="Times New Roman"/>
          <w:sz w:val="28"/>
          <w:szCs w:val="28"/>
        </w:rPr>
        <w:t xml:space="preserve">от ___________ 2016 № ___ </w:t>
      </w:r>
      <w:r w:rsidRPr="003843E6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843E6">
        <w:rPr>
          <w:rFonts w:ascii="Times New Roman" w:hAnsi="Times New Roman" w:cs="Times New Roman"/>
          <w:sz w:val="28"/>
          <w:szCs w:val="28"/>
        </w:rPr>
        <w:t xml:space="preserve">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5656E9" w:rsidRPr="003843E6" w:rsidRDefault="005656E9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сельского поселения Белореченского района </w:t>
      </w:r>
    </w:p>
    <w:p w:rsidR="005656E9" w:rsidRPr="003843E6" w:rsidRDefault="005656E9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</w:t>
      </w:r>
      <w:r w:rsidRPr="003843E6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3843E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69</w:t>
      </w:r>
    </w:p>
    <w:p w:rsidR="005656E9" w:rsidRPr="003843E6" w:rsidRDefault="005656E9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в редакции решения Совета Школьненского</w:t>
      </w:r>
    </w:p>
    <w:p w:rsidR="005656E9" w:rsidRPr="003843E6" w:rsidRDefault="005656E9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5656E9" w:rsidRPr="00944CD5" w:rsidRDefault="005656E9" w:rsidP="00DE2DDF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944CD5">
        <w:rPr>
          <w:rFonts w:ascii="Times New Roman" w:hAnsi="Times New Roman" w:cs="Times New Roman"/>
          <w:sz w:val="28"/>
          <w:szCs w:val="28"/>
        </w:rPr>
        <w:t>от ___________ 2016 № ___</w:t>
      </w:r>
    </w:p>
    <w:p w:rsidR="005656E9" w:rsidRPr="003843E6" w:rsidRDefault="005656E9" w:rsidP="0063627E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</w:p>
    <w:p w:rsidR="005656E9" w:rsidRDefault="005656E9" w:rsidP="0063627E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sz w:val="27"/>
          <w:szCs w:val="27"/>
        </w:rPr>
      </w:pPr>
    </w:p>
    <w:p w:rsidR="005656E9" w:rsidRDefault="005656E9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5656E9" w:rsidRPr="00F057D4" w:rsidRDefault="005656E9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5656E9" w:rsidRPr="00FD0CD3" w:rsidRDefault="005656E9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5656E9" w:rsidRPr="00FD0CD3" w:rsidRDefault="005656E9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Белореченского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5656E9" w:rsidRPr="009105B9" w:rsidRDefault="005656E9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656E9" w:rsidRDefault="005656E9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5656E9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6E9" w:rsidRPr="001435FF" w:rsidRDefault="005656E9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6E9" w:rsidRPr="008D66B7" w:rsidRDefault="005656E9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6E9" w:rsidRPr="001435FF" w:rsidRDefault="005656E9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5656E9" w:rsidRPr="001435FF" w:rsidRDefault="005656E9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5656E9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6E9" w:rsidRPr="001435FF" w:rsidRDefault="005656E9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6E9" w:rsidRPr="001435FF" w:rsidRDefault="005656E9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6E9" w:rsidRPr="001435FF" w:rsidRDefault="005656E9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656E9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5656E9" w:rsidRPr="001435FF" w:rsidRDefault="005656E9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5656E9" w:rsidRPr="009C2D45" w:rsidRDefault="005656E9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5656E9" w:rsidRPr="00690313" w:rsidRDefault="005656E9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6E9" w:rsidRPr="001435FF">
        <w:trPr>
          <w:trHeight w:val="113"/>
        </w:trPr>
        <w:tc>
          <w:tcPr>
            <w:tcW w:w="561" w:type="dxa"/>
            <w:vMerge/>
          </w:tcPr>
          <w:p w:rsidR="005656E9" w:rsidRPr="001435FF" w:rsidRDefault="005656E9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5656E9" w:rsidRPr="001435FF" w:rsidRDefault="005656E9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5656E9" w:rsidRPr="001569FE" w:rsidRDefault="005656E9" w:rsidP="0063627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6 517 400.00</w:t>
            </w:r>
          </w:p>
        </w:tc>
      </w:tr>
      <w:tr w:rsidR="005656E9" w:rsidRPr="00A755D8">
        <w:trPr>
          <w:trHeight w:val="113"/>
        </w:trPr>
        <w:tc>
          <w:tcPr>
            <w:tcW w:w="561" w:type="dxa"/>
          </w:tcPr>
          <w:p w:rsidR="005656E9" w:rsidRPr="00A755D8" w:rsidRDefault="005656E9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5656E9" w:rsidRPr="00A755D8" w:rsidRDefault="005656E9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5656E9" w:rsidRPr="00A755D8" w:rsidRDefault="005656E9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656E9" w:rsidRPr="00EE057C">
        <w:trPr>
          <w:trHeight w:val="113"/>
        </w:trPr>
        <w:tc>
          <w:tcPr>
            <w:tcW w:w="6961" w:type="dxa"/>
            <w:gridSpan w:val="2"/>
          </w:tcPr>
          <w:p w:rsidR="005656E9" w:rsidRPr="00EE057C" w:rsidRDefault="005656E9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5656E9" w:rsidRDefault="005656E9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6 517 400.00</w:t>
            </w:r>
          </w:p>
        </w:tc>
      </w:tr>
    </w:tbl>
    <w:p w:rsidR="005656E9" w:rsidRPr="00EE057C" w:rsidRDefault="005656E9">
      <w:pPr>
        <w:rPr>
          <w:rFonts w:ascii="Times New Roman" w:hAnsi="Times New Roman" w:cs="Times New Roman"/>
          <w:sz w:val="28"/>
          <w:szCs w:val="28"/>
        </w:rPr>
      </w:pPr>
    </w:p>
    <w:p w:rsidR="005656E9" w:rsidRPr="00EE057C" w:rsidRDefault="005656E9">
      <w:pPr>
        <w:rPr>
          <w:rFonts w:ascii="Times New Roman" w:hAnsi="Times New Roman" w:cs="Times New Roman"/>
          <w:sz w:val="28"/>
          <w:szCs w:val="28"/>
        </w:rPr>
      </w:pPr>
    </w:p>
    <w:p w:rsidR="005656E9" w:rsidRPr="00EE057C" w:rsidRDefault="005656E9">
      <w:pPr>
        <w:rPr>
          <w:rFonts w:ascii="Times New Roman" w:hAnsi="Times New Roman" w:cs="Times New Roman"/>
          <w:sz w:val="28"/>
          <w:szCs w:val="28"/>
        </w:rPr>
      </w:pPr>
    </w:p>
    <w:p w:rsidR="005656E9" w:rsidRPr="00EE057C" w:rsidRDefault="005656E9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5656E9" w:rsidRDefault="005656E9"/>
    <w:sectPr w:rsidR="005656E9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0901"/>
    <w:rsid w:val="0009371E"/>
    <w:rsid w:val="00093B5F"/>
    <w:rsid w:val="000A2D3E"/>
    <w:rsid w:val="000A37E8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1A0C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6230"/>
    <w:rsid w:val="001E6153"/>
    <w:rsid w:val="001F3E57"/>
    <w:rsid w:val="00200072"/>
    <w:rsid w:val="00200A95"/>
    <w:rsid w:val="00201CAF"/>
    <w:rsid w:val="00217526"/>
    <w:rsid w:val="002257DA"/>
    <w:rsid w:val="00226C91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10AA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2151"/>
    <w:rsid w:val="003753DB"/>
    <w:rsid w:val="003843E6"/>
    <w:rsid w:val="003960F0"/>
    <w:rsid w:val="003A21F2"/>
    <w:rsid w:val="003A5A02"/>
    <w:rsid w:val="003B092F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4908"/>
    <w:rsid w:val="0043669E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2517"/>
    <w:rsid w:val="00514563"/>
    <w:rsid w:val="00514A0C"/>
    <w:rsid w:val="00514F9E"/>
    <w:rsid w:val="005152C0"/>
    <w:rsid w:val="00527086"/>
    <w:rsid w:val="00536699"/>
    <w:rsid w:val="005449B3"/>
    <w:rsid w:val="00551A82"/>
    <w:rsid w:val="00556C86"/>
    <w:rsid w:val="00560F9F"/>
    <w:rsid w:val="005648D0"/>
    <w:rsid w:val="0056513E"/>
    <w:rsid w:val="005656E9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670C"/>
    <w:rsid w:val="006333B8"/>
    <w:rsid w:val="0063627E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A758A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00D6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ACA"/>
    <w:rsid w:val="00937DCE"/>
    <w:rsid w:val="00944CD5"/>
    <w:rsid w:val="00973D94"/>
    <w:rsid w:val="009759D6"/>
    <w:rsid w:val="0097662E"/>
    <w:rsid w:val="00976F15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0A57"/>
    <w:rsid w:val="00A82552"/>
    <w:rsid w:val="00A831E4"/>
    <w:rsid w:val="00A92B42"/>
    <w:rsid w:val="00AA5E40"/>
    <w:rsid w:val="00AB629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1A49"/>
    <w:rsid w:val="00BA2D6E"/>
    <w:rsid w:val="00BA5538"/>
    <w:rsid w:val="00BB263B"/>
    <w:rsid w:val="00BB5BBB"/>
    <w:rsid w:val="00BC17F8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658F"/>
    <w:rsid w:val="00CB7428"/>
    <w:rsid w:val="00CC31D6"/>
    <w:rsid w:val="00CC55CF"/>
    <w:rsid w:val="00CC75AC"/>
    <w:rsid w:val="00CE0447"/>
    <w:rsid w:val="00CE141D"/>
    <w:rsid w:val="00CF6026"/>
    <w:rsid w:val="00CF6B57"/>
    <w:rsid w:val="00CF7644"/>
    <w:rsid w:val="00D02D5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DE5"/>
    <w:rsid w:val="00DB7DD6"/>
    <w:rsid w:val="00DC08DE"/>
    <w:rsid w:val="00DD1C14"/>
    <w:rsid w:val="00DD7EF8"/>
    <w:rsid w:val="00DE2DDF"/>
    <w:rsid w:val="00DE4AF4"/>
    <w:rsid w:val="00DE52DD"/>
    <w:rsid w:val="00DF068A"/>
    <w:rsid w:val="00DF1B2E"/>
    <w:rsid w:val="00E001ED"/>
    <w:rsid w:val="00E03443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07E5"/>
    <w:rsid w:val="00EF6D57"/>
    <w:rsid w:val="00F057D4"/>
    <w:rsid w:val="00F0786D"/>
    <w:rsid w:val="00F13383"/>
    <w:rsid w:val="00F136C0"/>
    <w:rsid w:val="00F167C1"/>
    <w:rsid w:val="00F32DAD"/>
    <w:rsid w:val="00F33D64"/>
    <w:rsid w:val="00F348E3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  <w:rsid w:val="00FE7A9E"/>
    <w:rsid w:val="00FF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B84"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1</Pages>
  <Words>148</Words>
  <Characters>844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</cp:lastModifiedBy>
  <cp:revision>18</cp:revision>
  <cp:lastPrinted>2016-09-19T12:35:00Z</cp:lastPrinted>
  <dcterms:created xsi:type="dcterms:W3CDTF">2014-11-11T11:46:00Z</dcterms:created>
  <dcterms:modified xsi:type="dcterms:W3CDTF">2016-09-20T11:03:00Z</dcterms:modified>
</cp:coreProperties>
</file>